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5BBF" w14:textId="77777777" w:rsidR="00572A62" w:rsidRPr="00572A62" w:rsidRDefault="00572A62" w:rsidP="00572A6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72A6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SARS-CoV-2/human/USA/NY-CDC-QDX36604947/2022, complete genome</w:t>
      </w:r>
    </w:p>
    <w:p w14:paraId="76159E54" w14:textId="77777777" w:rsidR="00572A62" w:rsidRPr="00572A62" w:rsidRDefault="00572A62" w:rsidP="00572A6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t>GenBank: ON549687.1</w:t>
      </w:r>
    </w:p>
    <w:p w14:paraId="3667E4BE" w14:textId="77777777" w:rsidR="00572A62" w:rsidRPr="00572A62" w:rsidRDefault="00572A62" w:rsidP="00572A6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"https://www.ncbi.nlm.nih.gov/nuccore/ON549687.1?report=fasta" </w:instrText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2A6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"https://www.ncbi.nlm.nih.gov/nuccore/ON549687.1?report=graph" </w:instrText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2A6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549687.1"/>
    <w:bookmarkEnd w:id="1"/>
    <w:p w14:paraId="4ABF19F9" w14:textId="77777777" w:rsidR="00572A62" w:rsidRPr="00572A62" w:rsidRDefault="00572A62" w:rsidP="00572A6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"https://www.ncbi.nlm.nih.gov/nuccore/ON549687.1" \l "goto2240688849_0" </w:instrText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2A6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72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054543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LOCUS       ON549687               29724 bp    RNA     linear   VRL 19-MAY-2022</w:t>
      </w:r>
    </w:p>
    <w:p w14:paraId="5E2F143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F26C30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SARS-CoV-2/human/USA/NY-CDC-QDX36604947/2022, complete genome.</w:t>
      </w:r>
    </w:p>
    <w:p w14:paraId="1D1540A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ACCESSION   ON549687</w:t>
      </w:r>
    </w:p>
    <w:p w14:paraId="535E47B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VERSION     ON549687.1</w:t>
      </w:r>
    </w:p>
    <w:p w14:paraId="62F1494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9461C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"https://www.ncbi.nlm.nih.gov/biosample/SAMN28545463"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SAMN28545463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077483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B1924D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EA6356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95C65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8B73CD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8A65E7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18220C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29724)</w:t>
      </w:r>
    </w:p>
    <w:p w14:paraId="3830DC5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582ED1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ACDAD1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4F765E9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0B179DC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240C836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0F1900E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D44372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D054E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FA6407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29724)</w:t>
      </w:r>
    </w:p>
    <w:p w14:paraId="0803139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913F20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D38024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38BB550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05BA9A9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62C9FFB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7A637C9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5AFDC1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569C18F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(19-MAY-2022) Respiratory Viruses Branch, Division of</w:t>
      </w:r>
    </w:p>
    <w:p w14:paraId="3D7723D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EA77E2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A9E44E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549687.1"/>
      <w:bookmarkEnd w:id="2"/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4C5288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5AAFC29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23C9F48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5B5A8D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549687.1"/>
      <w:bookmarkEnd w:id="3"/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51A3D5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1..29724</w:t>
      </w:r>
    </w:p>
    <w:p w14:paraId="0AB0A75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60FD7E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8DB382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D04F0B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/isolate="SARS-CoV-2/human/USA/NY-CDC-QDX36604947/2022"</w:t>
      </w:r>
    </w:p>
    <w:p w14:paraId="3193E5E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1E718E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9B2E47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F3192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1F17921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/collection_date="2022-05-03"</w:t>
      </w:r>
    </w:p>
    <w:p w14:paraId="664BDE9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"https://www.ncbi.nlm.nih.gov/nuccore/ON549687.1?from=216&amp;to=21496"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07A7DC3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8FAA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"https://www.ncbi.nlm.nih.gov/nuccore/ON549687.1?location=216:13409,13409:21496"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4C73F6F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D61A9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BC75A9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EC1C9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2129C3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"https://www.ncbi.nlm.nih.gov/protein/2240688850"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UQV39733.1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00848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E9546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F58156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13A521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6CC46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8B7812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2E2A36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BA2EE3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499D1B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C0ECDD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EFC919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A69524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58719A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F0190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7FCD09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8DB5A1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021D174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111D0B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381980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YLKLTDNVYIKNADIVEEAKKVKPTVVVNAANVYLKHGGGVARALNKATNNAMQVESD</w:t>
      </w:r>
    </w:p>
    <w:p w14:paraId="6DB1822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DDB14E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8BE53D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8A40C9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884E03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9B720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271754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AD8B6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DCA8B8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E574C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62371C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8D0254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33BE2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013E85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6C6291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B22B05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CD2FB4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4FEA35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7CD24A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403478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CDABBA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E5E2B2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DAA01B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E11543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9D9012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50CEA1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B7E2AE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241E8D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58E6E0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41FC80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248907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NKHAGFDTWFSQRGGSYTNDKACPLIAAVITREVGFVVPGLPGTILRTTNGDFLHFLP</w:t>
      </w:r>
    </w:p>
    <w:p w14:paraId="64DA6D8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AA9E27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260B43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2EE471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A29540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E889BB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9CB27F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1C89F5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7896D04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CC1530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F9A99D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90CC1B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96F956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8C3F5D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0BB66B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0604F0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9C388A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D5DF88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913EEF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CC4569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33AFAA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8ADE48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224FA6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FA7998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BB90AB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4DDA77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66E398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DA2AE6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509EA6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8725FC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6D1913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10BCB3B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2481B7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351D0B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4BFB57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9A1AC0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A50CCC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8CBBD8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B331E2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319129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3EB02D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9D8159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1C04F5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9B18E0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BA1B9D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6645D1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353A38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AB5552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9915EB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8EC5CC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PRTLLTKGTLEPEYFNSVCRLMKTIGPDMFLGTCRRCPAEIVDTVSALVYDNKLKAHK</w:t>
      </w:r>
    </w:p>
    <w:p w14:paraId="5EAF987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1787E6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695C3E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A886AC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E7423A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889EBE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E2BFC8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883610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32EBDF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33A4D7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EBB034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778CED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0A331F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FBFDAB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E369B7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FF6D6C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B9B8DF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9A2944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D2017B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33A240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88570B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241271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8849F2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2DB5FA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"https://www.ncbi.nlm.nih.gov/protein/UQV39733.1?from=1&amp;to=180"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44F28A5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2670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2264FB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"https://www.ncbi.nlm.nih.gov/protein/UQV39733.1?from=181&amp;to=818"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12CC8B0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FE4ED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23103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"https://www.ncbi.nlm.nih.gov/protein/UQV39733.1?from=819&amp;to=2763"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3A31780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D675F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7955C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"https://www.ncbi.nlm.nih.gov/protein/UQV39733.1?from=2764&amp;to=3263"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15DBCE1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7D2CC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92CB16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"https://www.ncbi.nlm.nih.gov/protein/UQV39733.1?from=3264&amp;to=3569"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229DA83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AEE8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AD220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"https://www.ncbi.nlm.nih.gov/protein/UQV39733.1?from=3570&amp;to=3856"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6B0066B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0C55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650164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"https://www.ncbi.nlm.nih.gov/protein/UQV39733.1?from=3857&amp;to=3939"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0973F3B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A983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8E47C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"https://www.ncbi.nlm.nih.gov/protein/UQV39733.1?from=3940&amp;to=4137"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63656AC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F008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E8434E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"https://www.ncbi.nlm.nih.gov/protein/UQV39733.1?from=4138&amp;to=4250"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60ED5C8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046BB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A4DA7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"https://www.ncbi.nlm.nih.gov/protein/UQV39733.1?from=4251&amp;to=4389"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385DEDA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32B9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5AEB8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"https://www.ncbi.nlm.nih.gov/protein/UQV39733.1?from=4390&amp;to=5321"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3A09BCE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A0F29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3874A5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"https://www.ncbi.nlm.nih.gov/protein/UQV39733.1?from=5322&amp;to=5922"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483AFFD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66D1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C44FBB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"https://www.ncbi.nlm.nih.gov/protein/UQV39733.1?from=5923&amp;to=6449"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0D79002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06E6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1CE474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"https://www.ncbi.nlm.nih.gov/protein/UQV39733.1?from=6450&amp;to=6795"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6190992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502F6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637892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"https://www.ncbi.nlm.nih.gov/protein/UQV39733.1?from=6796&amp;to=7093"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0B94F43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8923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2BDBAA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"https://www.ncbi.nlm.nih.gov/nuccore/ON549687.1?from=216&amp;to=13424"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43AE193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09511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77784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4E0EB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"https://www.ncbi.nlm.nih.gov/protein/2240688851"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UQV39734.1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98456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0AC152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B3651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13AC00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5E4E8A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9BE96B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A936A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9A2CA1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530706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5536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1D60B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1014C02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71C3FF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1CE5EC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5173B7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751BE3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5FA35D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AF0635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20634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YLKLTDNVYIKNADIVEEAKKVKPTVVVNAANVYLKHGGGVARALNKATNNAMQVESD</w:t>
      </w:r>
    </w:p>
    <w:p w14:paraId="2C8CED0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56D669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060BF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0603C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1CAFB1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30EDA5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BDA747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6B41DE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6EB275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6501B7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A3A007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E31A30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148723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351F7E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A9F353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8C8C3C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90BFA4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8CF36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9624AB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AD97DA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4B6B02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F90E0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409EC2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BB570E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ABA2F5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3B7884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2F3096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0BD259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358C67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FC363C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5D7B63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NKHAGFDTWFSQRGGSYTNDKACPLIAAVITREVGFVVPGLPGTILRTTNGDFLHFLP</w:t>
      </w:r>
    </w:p>
    <w:p w14:paraId="5F77200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81536A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0DFDEF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0779B2A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2C6787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30967D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AE19CC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C48CA9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F921C6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358E28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3F63A1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81F6C4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889DD8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C042F9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7A208B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E347CE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EA803C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EA5D80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B5DBCF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626442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510E3C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3FF4D2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440387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EC3494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4E01CE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4C10B5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CDD623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40D049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"https://www.ncbi.nlm.nih.gov/protein/UQV39734.1?from=1&amp;to=180"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6275C1F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9EE18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3F6FE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"https://www.ncbi.nlm.nih.gov/protein/UQV39734.1?from=181&amp;to=818"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48B4EC0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CF8CB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56A0A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"https://www.ncbi.nlm.nih.gov/protein/UQV39734.1?from=819&amp;to=2763"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6E5DDB6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B76CE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4DA2D2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"https://www.ncbi.nlm.nih.gov/protein/UQV39734.1?from=2764&amp;to=3263"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110299A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D011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2AED6D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"https://www.ncbi.nlm.nih.gov/protein/UQV39734.1?from=3264&amp;to=3569"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3875FFD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53C1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40104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"https://www.ncbi.nlm.nih.gov/protein/UQV39734.1?from=3570&amp;to=3856"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1EBD7BA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3D023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4D89F3C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"https://www.ncbi.nlm.nih.gov/protein/UQV39734.1?from=3857&amp;to=3939"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405B162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6DBAB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9A11BE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"https://www.ncbi.nlm.nih.gov/protein/UQV39734.1?from=3940&amp;to=4137"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64B85EC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1A141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81E84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"https://www.ncbi.nlm.nih.gov/protein/UQV39734.1?from=4138&amp;to=4250"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39BA07C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81D8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228B0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"https://www.ncbi.nlm.nih.gov/protein/UQV39734.1?from=4251&amp;to=4389"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303C7F7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F2854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1EF72C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"https://www.ncbi.nlm.nih.gov/protein/UQV39734.1?from=4390&amp;to=4402"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1A12CD1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2461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558BC2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"https://www.ncbi.nlm.nih.gov/nuccore/ON549687.1?from=13417&amp;to=13444"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0837C49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CCDA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EB98B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D4DFAF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"https://www.ncbi.nlm.nih.gov/nuccore/ON549687.1?from=13429&amp;to=13483"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03A1E45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C0EAA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7F7638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8B2484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"https://www.ncbi.nlm.nih.gov/nuccore/ON549687.1?from=21504&amp;to=25316"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4A8B868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5B51F3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"https://www.ncbi.nlm.nih.gov/nuccore/ON549687.1?from=21504&amp;to=25316"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707A8A7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81E039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7D93E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69FADA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"https://www.ncbi.nlm.nih.gov/protein/2240688852"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UQV39735.1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D6BED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764BED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EF8F0B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0F37EE2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6FB74AA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5B8646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DF18F6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7181CA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3109E7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RLFRKSNLKPFERDISTEIYQAGNKPCNGVAGFNCYFPLRSYGFQPTYGVGHQPYRVV</w:t>
      </w:r>
    </w:p>
    <w:p w14:paraId="4F9C2CF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5761BF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F1B552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QLTPTWRVYSTGSNVFQTRAGCLIGAEYVNNSYECDIPIGAGICASYQTQTKSHRRAR</w:t>
      </w:r>
    </w:p>
    <w:p w14:paraId="269DA5A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8E81F1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BFE0DD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C65284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FC6F05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DFF8E5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003FA1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39D37F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177E34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F56121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402237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117CEA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"https://www.ncbi.nlm.nih.gov/nuccore/ON549687.1?from=25325&amp;to=26152"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09605DA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0F66A5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"https://www.ncbi.nlm.nih.gov/nuccore/ON549687.1?from=25325&amp;to=26152"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185BB08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08F8C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12935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9AB59C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UQV39736.1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A10E9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6B8F5F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0C0F96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62C6A6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0FB2C5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EE1CD0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"https://www.ncbi.nlm.nih.gov/nuccore/ON549687.1?from=26177&amp;to=26404"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2783EFF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B9ACAA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"https://www.ncbi.nlm.nih.gov/nuccore/ON549687.1?from=26177&amp;to=26404"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4C5E1BC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5D4FD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CD49D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597A42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"https://www.ncbi.nlm.nih.gov/protein/2240688854"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UQV39737.1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81A2E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953EC1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395C6B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"https://www.ncbi.nlm.nih.gov/nuccore/ON549687.1?from=26455&amp;to=27123"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33F60EF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1A8C61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"https://www.ncbi.nlm.nih.gov/nuccore/ON549687.1?from=26455&amp;to=27123"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42C4283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A4780D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27EDD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ADC0A4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"https://www.ncbi.nlm.nih.gov/protein/2240688855"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UQV39738.1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830FF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D08968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D8489E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70ABEF6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F0B7BD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69A96A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"https://www.ncbi.nlm.nih.gov/nuccore/ON549687.1?from=27134&amp;to=27319"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33939E8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1356A8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"https://www.ncbi.nlm.nih.gov/nuccore/ON549687.1?from=27134&amp;to=27319"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39455DF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32B62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82E5C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9B728C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"https://www.ncbi.nlm.nih.gov/protein/2240688856"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UQV39739.1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A3B6B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DA4E68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A2C289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"https://www.ncbi.nlm.nih.gov/nuccore/ON549687.1?from=27326&amp;to=27691"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6B1E5CD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6DC3CC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"https://www.ncbi.nlm.nih.gov/nuccore/ON549687.1?from=27326&amp;to=27691"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4A13AF2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0341CD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449AD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4F3E48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"https://www.ncbi.nlm.nih.gov/protein/2240688857"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UQV39740.1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929CA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2919B4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6FF958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617B9C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"https://www.ncbi.nlm.nih.gov/nuccore/ON549687.1?from=27688&amp;to=27819"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373FC6F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BFBA6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"https://www.ncbi.nlm.nih.gov/nuccore/ON549687.1?from=27688&amp;to=27819"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6A5E093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4950F2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73022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826EB8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"https://www.ncbi.nlm.nih.gov/protein/2240688858"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UQV39741.1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26BE4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15ED65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"https://www.ncbi.nlm.nih.gov/nuccore/ON549687.1?from=27826&amp;to=28191"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7E5220B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BF285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"https://www.ncbi.nlm.nih.gov/nuccore/ON549687.1?from=27826&amp;to=28191"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537C3DB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579B3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E9BC9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0F47DC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"https://www.ncbi.nlm.nih.gov/protein/2240688859"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UQV39742.1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8A8A2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3E3811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9DC37B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052DBB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"https://www.ncbi.nlm.nih.gov/nuccore/ON549687.1?from=28206&amp;to=29456"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35C50DE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B3E0F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"https://www.ncbi.nlm.nih.gov/nuccore/ON549687.1?from=28206&amp;to=29456"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06CB23F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A2FEE0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CB9C4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D37DEF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"https://www.ncbi.nlm.nih.gov/protein/2240688860"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UQV39743.1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71448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B5FD67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6B3C67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9D162E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0CCF19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15C2ED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87E3F9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E5AF20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204C74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"https://www.ncbi.nlm.nih.gov/nuccore/ON549687.1?from=29481&amp;to=29597"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5C5D872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16718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"https://www.ncbi.nlm.nih.gov/nuccore/ON549687.1?from=29481&amp;to=29597"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770F29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BCE58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BF009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286FE7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"https://www.ncbi.nlm.nih.gov/protein/2240688861"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UQV39744.1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DE0CD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49FE24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"https://www.ncbi.nlm.nih.gov/nuccore/ON549687.1?from=29532&amp;to=29567"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64B9C5B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E3EA1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397FC3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"https://www.ncbi.nlm.nih.gov/nuccore/ON549687.1?from=29552&amp;to=29580"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08B3F35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A8A57B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85514C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"https://www.ncbi.nlm.nih.gov/nuccore/ON549687.1?from=29651&amp;to=29665" </w:instrTex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2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6309E5F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DC8E56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F14F5E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549687.1"/>
      <w:bookmarkEnd w:id="4"/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122BAC0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3073C9C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6510E8C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54BFF6E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63710F5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036607E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7C4AAC9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57CD18F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7243A76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2879F4E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69B6387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0EA1C7B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ttacccgtga actcatgcgt gagcttaacg gaggggcata cactcgctat gtcgataaca</w:t>
      </w:r>
    </w:p>
    <w:p w14:paraId="6F7762B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5212D8E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3817E84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0836441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24DEA92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0D0B261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7FC1F92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4F8140F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2CA602E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77C9E9B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18194D6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1DBC575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5D6F916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1C29EC5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0F5DA4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1685072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086F402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2EFBDBE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0F2EE87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1598A04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1B4A94F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1741D69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53D3542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6D500D1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3313430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04FE962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35D2CAE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72BFDCD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4588B9F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29521A1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4DC0698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699E4E1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7925C81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3979824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0588B87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691A583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32B6464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15B258D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760754D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124FD94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1C4EA8B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10AA87D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aacctcaatt agagatggaa cttacaccag ttgttcagac tattgaagtg aatagtttta</w:t>
      </w:r>
    </w:p>
    <w:p w14:paraId="7929E80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57B7DCE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43A1EA1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aagagcctta aataaggcta ctaacaatgc catgcaagtt gaatctgatg</w:t>
      </w:r>
    </w:p>
    <w:p w14:paraId="359DAD2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7D095BC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6B11F51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2AF48ED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031857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57E64B3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38E0A91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1DC3D0F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7C34660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0139F8C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280997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130AAAD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1B48FE0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5A45C3F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417BE17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4886593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651986E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1F58D8F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2E87F9B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3183724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1AC3688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558EDED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65087E8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11E9F9E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5823C62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6F751CA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7AD9411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7BA38E2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4C92982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2EE3425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5F7401D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00770B2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71F337D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1AB25C8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479433D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1B9634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6C7160B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54983F9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6FCB9DE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acggtgcttt acttacaaag tcctcagaat acaaaggtcc tattacggat gttttctaca</w:t>
      </w:r>
    </w:p>
    <w:p w14:paraId="7174926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20219FB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44F7D8D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73456E0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499B649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696F423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6C4CCCE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595E140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09336DD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1508CEE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0DF5736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1C59960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33DC7EC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2CF9618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761F56D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2B52D43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23A4FE1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0BB5126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3C8F9C8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6C75FB0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052D318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31D137F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425C121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612EA14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54EEA92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62DB9D5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1E2F4B6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176D590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58FC755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682EA61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60A649C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6669EC9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08A6B37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7E3F250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577B9C9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3C32FED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0B67112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0C094AC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5B87613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73A8F3B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339A759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479D1D9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gtgcttgtat tgactgtagt gcgcgtcata ttaatgcgca ggtagcaaaa agtcacaaca</w:t>
      </w:r>
    </w:p>
    <w:p w14:paraId="7185ACA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303D91B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450B9D2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6998B72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22B873F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1946C30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4AB4784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tggttttgac acatggttta gccagcgtgg tggtagttat actaatgaca</w:t>
      </w:r>
    </w:p>
    <w:p w14:paraId="0877E18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7A1339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4E96A39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040DAFA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1C1808B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6113EC3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5458C9C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6D409C3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62B5150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57F3EED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441E139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50E2096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0A9093A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677E686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7779253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7D95A65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711B3F1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3D4FDC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3BCFB16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29D6917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2798620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1BF52C1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27A932C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210D5CD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18AED96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06D71A9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0523C1F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47D5C40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6ECF08F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1797578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2404A1D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60C194D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7D78C15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1C9F203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1FA4D65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cttcattaaa agaattactg caaaatggta tgaatggacg taccatattg ggtagtgctt</w:t>
      </w:r>
    </w:p>
    <w:p w14:paraId="11BFD66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0791A8A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79FFEA1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69C3F22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1D2EC4B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263DCA4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2B85837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3C117A9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0598F78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585DD05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220F481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3F4D7F0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1B10411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599DAC4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10E6FDF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08AA460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074D24B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3586D78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1107155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57CB308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2912920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acaggctgtt gctaatggtg</w:t>
      </w:r>
    </w:p>
    <w:p w14:paraId="4878D33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5E4C839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3860BC5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72269EA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4EA0BA2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0712CD4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7759E57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4EC5342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7E6E132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5FE2BE3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18A7995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70B2B79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133AB21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4DCDFA4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7207A0A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29AA1F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7E8FD0F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6E4FE4D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0A0A57E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49DA3BD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5437610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tctgcggtat gtggaaaggt tatggctgta gttgtgatca actccgcgaa cccatgcttc</w:t>
      </w:r>
    </w:p>
    <w:p w14:paraId="6B9332C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090FA3D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380DDEC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07293AF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53C6C23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0B154DD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4B58CC4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28A0E9E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403AFCC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3200CD7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63D7204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4EFE19A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052B486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68847ED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3E03C50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31AA176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655081F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5C95C4E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78AECCC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64F2840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46BFA7B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41928AB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2DDFBFB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7BCB467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405A514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63EC6D0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0020734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77F31F5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45054CE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77651AE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7CC604F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53B8FA5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7A69365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3155C9A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4325A17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15B0735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2D45253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50B1CF0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506018C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11A3975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4BF085B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6545C8E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taaacagggt gatgattatg tgtaccttcc ttacccagat ccatcaagaa tcctaggggc</w:t>
      </w:r>
    </w:p>
    <w:p w14:paraId="4138BAC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3861557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0919219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242A191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7E103CA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4FF485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72BAF22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08E7D9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419839E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07F1B5B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5ED44DA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11B3A6E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3417D93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11F419C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5C8C924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17D451C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4751608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17F03DA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767B2FF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6EEC55A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7B9E943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0DAA381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56367FE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03D6A26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5C222F0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2673DE7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46294AE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392C309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6F50665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7A7424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54B1C1B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42619B1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3586B23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0B70D0E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020B531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077E4D2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1363925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6DF0E52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4D944C3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4D3DCFC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5759A6D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2561745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acctaataat acagattttt ccagagttag tgctaaacca ccgcctggag atcaatttaa</w:t>
      </w:r>
    </w:p>
    <w:p w14:paraId="26BA2F3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4FB113A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574B2DD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7A2A012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387ACE3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5A45216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291FC3C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42A5EB0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7236478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2763EE8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3FC25F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1EDF1C4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704C314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360C0D3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07640AA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23F9F62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4763DF5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5D7C3C3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021FC10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173C433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7DEA83F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28D6AC4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4E9BBCC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47A6768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581E47D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1CB7471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3E302A5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58D4CFF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773A8BA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1C0C282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196C8F7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74C8D6B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57E3234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3FCDE03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581F945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4E8BB3B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6079431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270FFFF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2BDB26B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1169ADC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1E3C569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0BD32B5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gcttgtcgat tcagatctta atgactttgt ctctgatgca gattcaactt tgattggtga</w:t>
      </w:r>
    </w:p>
    <w:p w14:paraId="3F32507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0845D75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7A633D4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4C33E09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7D3B88B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6FF8FDD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3E2E283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0BCAD35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7F19FA3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22A0A20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07752AE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34FCC95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60C6245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2C6D0DD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6EB91B6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4E5DACB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7AB6CD7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51F4BC1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34E0E6B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3300004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2218738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1F15991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1A9E583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47AB793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1857270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627FFEE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636367F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7799675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531D8BC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2F884D2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aagtcagcca aatcgctcca gggcaaactg</w:t>
      </w:r>
    </w:p>
    <w:p w14:paraId="1B048E5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18D44EE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23E4DF5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1E5824F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gttgcaggtt ttaattgtta ctttccttta cgatcatatg</w:t>
      </w:r>
    </w:p>
    <w:p w14:paraId="368F830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gtttccaacc cacttatggt gttggtcacc aaccatacag agtagtagta ctttcttttg</w:t>
      </w:r>
    </w:p>
    <w:p w14:paraId="3AA1A4B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6637E04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08A41D0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1AFA341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0BAE1A9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313E2B4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3910282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attctacagg ttctaatgtt tttcaaacac gtgcaggctg tttaataggg gctgaatatg</w:t>
      </w:r>
    </w:p>
    <w:p w14:paraId="3BE036D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23A44FB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7193CEA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4E6B404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038D770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651CFB5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23E3661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65CF60C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5FBFD05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5CA94A1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658D1B9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71676C2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27AC21C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1197B50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0408345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49CDD2C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781C64A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744E294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7592045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7DBE954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13721D9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1BE4E38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36F946B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141B062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6BC7723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5D765BD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20AEEEB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7208127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3AB8ECA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635B3D3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3E479D6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5C6E440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gaatctttac aattggaact gtaactttga agcaaggtga</w:t>
      </w:r>
    </w:p>
    <w:p w14:paraId="0D34583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2C29457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465AE05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ctctctaagg gtgttcactt</w:t>
      </w:r>
    </w:p>
    <w:p w14:paraId="275E2C7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62DCEBE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5052135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77BCF36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26D3A25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2007ECA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6B0E7E9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ctgtgttgta ttacacagtt acttcacttc agactattac cagctgtact caactcaatt</w:t>
      </w:r>
    </w:p>
    <w:p w14:paraId="261C0C8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1D185EA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4AF3B91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0311207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431859E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183D4AB0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0266F7A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4337F14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5430E7D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733A53C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1FAC059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255FD3C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684BD27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3FD68F1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253BB64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7ECD7F1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ggacaccatc taggacgctg tgacatcaag</w:t>
      </w:r>
    </w:p>
    <w:p w14:paraId="2C925EE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gacctgccta aagaaatcac tgttgctaca tcacgaacgc tttcttatta caaattggga</w:t>
      </w:r>
    </w:p>
    <w:p w14:paraId="064F254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gcttcgcagc gtgtagcagg tgactcaggt tttgctgcat acagtcgcta caggattggc</w:t>
      </w:r>
    </w:p>
    <w:p w14:paraId="2555BD1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aactataaat taaacacaga ccattccagt agcagtgaca atattgcttt gcttgtacag</w:t>
      </w:r>
    </w:p>
    <w:p w14:paraId="6544840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10891A5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76C45EB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6673380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6D3A17F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68B68FB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3EB4147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1D81901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0E81960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1C66467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1AA92F1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6780A7F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4DB7F54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2548D8F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76B85C7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19C007D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76F8949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396989D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20DA22C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6B74D0B5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7B77943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357E8B9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52BE69A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accaaattgg ctactaccga agagctacca gacgaattcg tggtggtgac ggtaaaatga</w:t>
      </w:r>
    </w:p>
    <w:p w14:paraId="6DE7721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6311FC4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44083B1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0ACF882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56A7B6E8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atagttcaag aaattcaact ccaggcagca</w:t>
      </w:r>
    </w:p>
    <w:p w14:paraId="7B20C19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32AF997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15A0564F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431BDEE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1F4230D6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4958461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5A8539EA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tgccattaaa ttggatgaca</w:t>
      </w:r>
    </w:p>
    <w:p w14:paraId="440BBF3E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11B48352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551E9371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110B27CD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74029D77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235FCEB3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2D89753B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0D6327DC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2FFCEB14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</w:t>
      </w:r>
    </w:p>
    <w:p w14:paraId="14D33509" w14:textId="77777777" w:rsidR="00572A62" w:rsidRPr="00572A62" w:rsidRDefault="00572A62" w:rsidP="00572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2A6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84FDEB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6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72A62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FBCCC7"/>
  <w15:chartTrackingRefBased/>
  <w15:docId w15:val="{FD63DE3F-F7EA-1F46-8F6E-4BF8C845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8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63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3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62179</Characters>
  <Application>Microsoft Office Word</Application>
  <DocSecurity>0</DocSecurity>
  <Lines>518</Lines>
  <Paragraphs>145</Paragraphs>
  <ScaleCrop>false</ScaleCrop>
  <Company/>
  <LinksUpToDate>false</LinksUpToDate>
  <CharactersWithSpaces>72942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2023-02-01T04:57:00Z</dcterms:created>
  <dcterms:modified xsi:type="dcterms:W3CDTF">2023-02-01T04:57:00Z</dcterms:modified>
</cp:coreProperties>
</file>